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27" w:rsidRDefault="007C04AA" w:rsidP="006F3F20">
      <w:pPr>
        <w:jc w:val="center"/>
      </w:pPr>
      <w:r w:rsidRPr="007C04AA">
        <w:rPr>
          <w:noProof/>
          <w:lang w:eastAsia="zh-CN"/>
        </w:rPr>
        <w:drawing>
          <wp:inline distT="0" distB="0" distL="0" distR="0">
            <wp:extent cx="1009650" cy="1140530"/>
            <wp:effectExtent l="19050" t="0" r="0" b="0"/>
            <wp:docPr id="8" name="Picture 0" descr="Picture1 t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 t8c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1408" cy="1142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F20" w:rsidRDefault="006F3F20" w:rsidP="006F3F20">
      <w:pPr>
        <w:jc w:val="center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The Proprietors of Taheke 8C and Adjoining Blocks (Inc)</w:t>
      </w:r>
    </w:p>
    <w:p w:rsidR="006F3F20" w:rsidRPr="006F3F20" w:rsidRDefault="006F3F20" w:rsidP="006F3F20">
      <w:pPr>
        <w:jc w:val="center"/>
        <w:rPr>
          <w:rFonts w:ascii="Arial" w:hAnsi="Arial" w:cs="Arial"/>
          <w:b/>
          <w:bCs/>
          <w:szCs w:val="20"/>
        </w:rPr>
      </w:pPr>
      <w:r w:rsidRPr="005B76CA">
        <w:rPr>
          <w:rFonts w:ascii="Arial" w:hAnsi="Arial" w:cs="Arial"/>
          <w:b/>
          <w:bCs/>
          <w:i/>
          <w:szCs w:val="20"/>
        </w:rPr>
        <w:t>“Toitu te whenua he oranga whakatupuranga”</w:t>
      </w:r>
    </w:p>
    <w:p w:rsidR="006F3F20" w:rsidRDefault="006F3F20" w:rsidP="006F3F20">
      <w:pPr>
        <w:jc w:val="center"/>
        <w:rPr>
          <w:rFonts w:ascii="Arial" w:hAnsi="Arial" w:cs="Arial"/>
          <w:b/>
          <w:bCs/>
          <w:i/>
          <w:sz w:val="28"/>
          <w:szCs w:val="28"/>
        </w:rPr>
      </w:pPr>
    </w:p>
    <w:p w:rsidR="005B76CA" w:rsidRPr="006F3F20" w:rsidRDefault="00C41E80" w:rsidP="006F3F20">
      <w:pPr>
        <w:jc w:val="center"/>
        <w:rPr>
          <w:rFonts w:ascii="Arial" w:hAnsi="Arial" w:cs="Arial"/>
          <w:b/>
          <w:bCs/>
          <w:i/>
          <w:sz w:val="32"/>
          <w:szCs w:val="32"/>
        </w:rPr>
      </w:pPr>
      <w:r>
        <w:rPr>
          <w:rFonts w:ascii="Arial" w:hAnsi="Arial" w:cs="Arial"/>
          <w:b/>
          <w:bCs/>
          <w:i/>
          <w:sz w:val="32"/>
          <w:szCs w:val="32"/>
        </w:rPr>
        <w:t>KOEKE</w:t>
      </w:r>
      <w:r w:rsidR="006F3F20" w:rsidRPr="006F3F20">
        <w:rPr>
          <w:rFonts w:ascii="Arial" w:hAnsi="Arial" w:cs="Arial"/>
          <w:b/>
          <w:bCs/>
          <w:i/>
          <w:sz w:val="32"/>
          <w:szCs w:val="32"/>
        </w:rPr>
        <w:t xml:space="preserve"> GRANT APPLICATION FORM</w:t>
      </w:r>
    </w:p>
    <w:tbl>
      <w:tblPr>
        <w:tblpPr w:leftFromText="180" w:rightFromText="180" w:vertAnchor="page" w:horzAnchor="margin" w:tblpXSpec="center" w:tblpY="370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"/>
        <w:gridCol w:w="545"/>
        <w:gridCol w:w="699"/>
        <w:gridCol w:w="370"/>
        <w:gridCol w:w="934"/>
        <w:gridCol w:w="526"/>
        <w:gridCol w:w="141"/>
        <w:gridCol w:w="387"/>
        <w:gridCol w:w="453"/>
        <w:gridCol w:w="295"/>
        <w:gridCol w:w="99"/>
        <w:gridCol w:w="373"/>
        <w:gridCol w:w="64"/>
        <w:gridCol w:w="202"/>
        <w:gridCol w:w="203"/>
        <w:gridCol w:w="404"/>
        <w:gridCol w:w="387"/>
        <w:gridCol w:w="2117"/>
        <w:gridCol w:w="2173"/>
      </w:tblGrid>
      <w:tr w:rsidR="00780071" w:rsidRPr="00F5336F" w:rsidTr="00780071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80071" w:rsidRPr="003322F7" w:rsidRDefault="00780071" w:rsidP="00780071">
            <w:pPr>
              <w:pStyle w:val="Label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15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80071" w:rsidRDefault="00780071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780071" w:rsidRPr="00F5336F" w:rsidRDefault="00780071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780071" w:rsidRPr="00F5336F" w:rsidRDefault="00780071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780071" w:rsidRPr="00F5336F" w:rsidRDefault="00780071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780071" w:rsidRPr="00F5336F" w:rsidRDefault="00780071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780071" w:rsidRPr="00F5336F" w:rsidRDefault="00780071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780071" w:rsidRPr="00F5336F" w:rsidRDefault="00780071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780071" w:rsidRPr="00F5336F" w:rsidRDefault="00780071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0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80071" w:rsidRPr="00F5336F" w:rsidRDefault="00780071" w:rsidP="004D49B5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4C7C22" w:rsidRPr="00F5336F" w:rsidTr="00DF7C98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7C22" w:rsidRPr="003322F7" w:rsidRDefault="004C7C22" w:rsidP="004D49B5">
            <w:pPr>
              <w:pStyle w:val="Label"/>
              <w:numPr>
                <w:ilvl w:val="0"/>
                <w:numId w:val="3"/>
              </w:numPr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1504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DB3E2" w:themeFill="text2" w:themeFillTint="66"/>
          </w:tcPr>
          <w:p w:rsidR="004C7C22" w:rsidRDefault="00BC3E07" w:rsidP="004D49B5">
            <w:pPr>
              <w:pStyle w:val="Labe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Shareholder Number</w:t>
            </w:r>
            <w:r w:rsidR="004C7C22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C22" w:rsidRPr="00F5336F" w:rsidRDefault="004C7C22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C7C22" w:rsidRPr="00F5336F" w:rsidRDefault="004C7C22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C7C22" w:rsidRPr="00F5336F" w:rsidRDefault="004C7C22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C7C22" w:rsidRPr="00F5336F" w:rsidRDefault="004C7C22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C7C22" w:rsidRPr="00F5336F" w:rsidRDefault="004C7C22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C7C22" w:rsidRPr="00F5336F" w:rsidRDefault="004C7C22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C7C22" w:rsidRPr="00F5336F" w:rsidRDefault="004C7C22" w:rsidP="004D49B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00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6B7F" w:rsidRPr="00F5336F" w:rsidRDefault="005A6B7F" w:rsidP="004D49B5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DF56C5" w:rsidRPr="00F5336F" w:rsidTr="00C041C4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6C5" w:rsidRPr="004D49B5" w:rsidRDefault="00DF56C5" w:rsidP="00DF56C5">
            <w:pPr>
              <w:pStyle w:val="Label"/>
              <w:numPr>
                <w:ilvl w:val="0"/>
                <w:numId w:val="3"/>
              </w:numPr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2081" w:type="pct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8DB3E2" w:themeFill="text2" w:themeFillTint="66"/>
          </w:tcPr>
          <w:p w:rsidR="00DF56C5" w:rsidRPr="00542BAA" w:rsidRDefault="00DF56C5" w:rsidP="00DF56C5">
            <w:pPr>
              <w:pStyle w:val="Label"/>
              <w:rPr>
                <w:rFonts w:ascii="Arial" w:hAnsi="Arial" w:cs="Arial"/>
                <w:sz w:val="22"/>
              </w:rPr>
            </w:pPr>
            <w:r w:rsidRPr="00542BAA">
              <w:rPr>
                <w:rFonts w:ascii="Arial" w:hAnsi="Arial" w:cs="Arial"/>
                <w:sz w:val="22"/>
              </w:rPr>
              <w:t>Whanau Trust Name or Name of Estate:</w:t>
            </w:r>
          </w:p>
        </w:tc>
        <w:tc>
          <w:tcPr>
            <w:tcW w:w="277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6C5" w:rsidRPr="004D49B5" w:rsidRDefault="00DF56C5" w:rsidP="00DF56C5">
            <w:pPr>
              <w:pStyle w:val="Label"/>
              <w:rPr>
                <w:rFonts w:ascii="Arial" w:hAnsi="Arial" w:cs="Arial"/>
                <w:sz w:val="22"/>
              </w:rPr>
            </w:pPr>
          </w:p>
        </w:tc>
      </w:tr>
      <w:tr w:rsidR="005A6B7F" w:rsidRPr="00F5336F" w:rsidTr="006F3F20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B7F" w:rsidRPr="003322F7" w:rsidRDefault="005A6B7F" w:rsidP="004D49B5">
            <w:pPr>
              <w:pStyle w:val="Label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15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B7F" w:rsidRDefault="005A6B7F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  <w:tc>
          <w:tcPr>
            <w:tcW w:w="334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B7F" w:rsidRPr="00F5336F" w:rsidRDefault="005A6B7F" w:rsidP="004D49B5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9C39D8" w:rsidRPr="00F5336F" w:rsidTr="00C041C4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9D8" w:rsidRPr="003322F7" w:rsidRDefault="009C39D8" w:rsidP="004D49B5">
            <w:pPr>
              <w:pStyle w:val="Label"/>
              <w:numPr>
                <w:ilvl w:val="0"/>
                <w:numId w:val="3"/>
              </w:numPr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1504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DB3E2" w:themeFill="text2" w:themeFillTint="66"/>
          </w:tcPr>
          <w:p w:rsidR="009C39D8" w:rsidRPr="00F5336F" w:rsidRDefault="002879CA" w:rsidP="004D49B5">
            <w:pPr>
              <w:pStyle w:val="Labe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Title:</w:t>
            </w:r>
          </w:p>
        </w:tc>
        <w:tc>
          <w:tcPr>
            <w:tcW w:w="33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9D8" w:rsidRPr="005A6B7F" w:rsidRDefault="009C39D8" w:rsidP="004D49B5">
            <w:pPr>
              <w:rPr>
                <w:rFonts w:ascii="Arial" w:hAnsi="Arial" w:cs="Arial"/>
                <w:b/>
                <w:color w:val="FFFFFF" w:themeColor="background1"/>
                <w:sz w:val="22"/>
              </w:rPr>
            </w:pPr>
          </w:p>
        </w:tc>
      </w:tr>
      <w:tr w:rsidR="00AA6739" w:rsidRPr="00F5336F" w:rsidTr="00C041C4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  <w:tc>
          <w:tcPr>
            <w:tcW w:w="1504" w:type="pct"/>
            <w:gridSpan w:val="6"/>
            <w:tcBorders>
              <w:top w:val="nil"/>
              <w:left w:val="nil"/>
              <w:bottom w:val="nil"/>
            </w:tcBorders>
            <w:shd w:val="clear" w:color="auto" w:fill="8DB3E2" w:themeFill="text2" w:themeFillTint="66"/>
          </w:tcPr>
          <w:p w:rsidR="00AA6739" w:rsidRPr="00F5336F" w:rsidRDefault="002879CA" w:rsidP="004D49B5">
            <w:pPr>
              <w:pStyle w:val="Labe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First Name(s):</w:t>
            </w:r>
          </w:p>
        </w:tc>
        <w:tc>
          <w:tcPr>
            <w:tcW w:w="3349" w:type="pct"/>
            <w:gridSpan w:val="12"/>
            <w:tcBorders>
              <w:top w:val="single" w:sz="4" w:space="0" w:color="auto"/>
            </w:tcBorders>
          </w:tcPr>
          <w:p w:rsidR="00AA6739" w:rsidRPr="00F5336F" w:rsidRDefault="00AA6739" w:rsidP="004D49B5">
            <w:pPr>
              <w:rPr>
                <w:rFonts w:ascii="Arial" w:hAnsi="Arial" w:cs="Arial"/>
                <w:sz w:val="22"/>
              </w:rPr>
            </w:pPr>
          </w:p>
        </w:tc>
      </w:tr>
      <w:tr w:rsidR="00AA6739" w:rsidRPr="00F5336F" w:rsidTr="00C041C4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  <w:tc>
          <w:tcPr>
            <w:tcW w:w="1504" w:type="pct"/>
            <w:gridSpan w:val="6"/>
            <w:tcBorders>
              <w:top w:val="nil"/>
              <w:left w:val="nil"/>
              <w:bottom w:val="nil"/>
            </w:tcBorders>
            <w:shd w:val="clear" w:color="auto" w:fill="8DB3E2" w:themeFill="text2" w:themeFillTint="66"/>
          </w:tcPr>
          <w:p w:rsidR="00AA6739" w:rsidRPr="00F5336F" w:rsidRDefault="002879CA" w:rsidP="004D49B5">
            <w:pPr>
              <w:pStyle w:val="Labe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Surname or Family Name:</w:t>
            </w:r>
          </w:p>
        </w:tc>
        <w:tc>
          <w:tcPr>
            <w:tcW w:w="3349" w:type="pct"/>
            <w:gridSpan w:val="12"/>
          </w:tcPr>
          <w:p w:rsidR="00AA6739" w:rsidRPr="00F5336F" w:rsidRDefault="00AA6739" w:rsidP="004D49B5">
            <w:pPr>
              <w:rPr>
                <w:rFonts w:ascii="Arial" w:hAnsi="Arial" w:cs="Arial"/>
                <w:sz w:val="22"/>
              </w:rPr>
            </w:pPr>
          </w:p>
        </w:tc>
      </w:tr>
      <w:tr w:rsidR="00AA6739" w:rsidRPr="00F5336F" w:rsidTr="006F3F20">
        <w:trPr>
          <w:gridAfter w:val="18"/>
          <w:wAfter w:w="4854" w:type="pct"/>
        </w:trPr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</w:tr>
      <w:tr w:rsidR="00AA6739" w:rsidRPr="00F5336F" w:rsidTr="00C041C4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739" w:rsidRPr="003322F7" w:rsidRDefault="00AA6739" w:rsidP="004D49B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4854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AA6739" w:rsidRPr="00C041C4" w:rsidRDefault="00AA6739" w:rsidP="004D49B5">
            <w:pPr>
              <w:rPr>
                <w:rFonts w:ascii="Arial" w:hAnsi="Arial" w:cs="Arial"/>
                <w:sz w:val="22"/>
              </w:rPr>
            </w:pPr>
            <w:r w:rsidRPr="00C041C4">
              <w:rPr>
                <w:rFonts w:ascii="Arial" w:hAnsi="Arial" w:cs="Arial"/>
                <w:sz w:val="22"/>
              </w:rPr>
              <w:t>Are you known by or have you used any other names?</w:t>
            </w:r>
          </w:p>
        </w:tc>
      </w:tr>
      <w:tr w:rsidR="007256ED" w:rsidRPr="00F5336F" w:rsidTr="00C041C4">
        <w:tc>
          <w:tcPr>
            <w:tcW w:w="146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  <w:tc>
          <w:tcPr>
            <w:tcW w:w="25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  <w:tc>
          <w:tcPr>
            <w:tcW w:w="937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8DB3E2" w:themeFill="text2" w:themeFillTint="66"/>
          </w:tcPr>
          <w:p w:rsidR="00AA6739" w:rsidRPr="00F5336F" w:rsidRDefault="00AA6739" w:rsidP="004D49B5">
            <w:pPr>
              <w:rPr>
                <w:rFonts w:ascii="Arial" w:hAnsi="Arial" w:cs="Arial"/>
                <w:sz w:val="22"/>
              </w:rPr>
            </w:pPr>
            <w:r w:rsidRPr="00F5336F">
              <w:rPr>
                <w:rFonts w:ascii="Arial" w:hAnsi="Arial" w:cs="Arial"/>
                <w:sz w:val="22"/>
              </w:rPr>
              <w:t>No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739" w:rsidRPr="00F5336F" w:rsidRDefault="00AA6739" w:rsidP="004D49B5">
            <w:pPr>
              <w:spacing w:before="40"/>
              <w:rPr>
                <w:rFonts w:ascii="Arial" w:hAnsi="Arial" w:cs="Arial"/>
                <w:sz w:val="22"/>
              </w:rPr>
            </w:pPr>
          </w:p>
        </w:tc>
        <w:tc>
          <w:tcPr>
            <w:tcW w:w="3416" w:type="pct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8DB3E2" w:themeFill="text2" w:themeFillTint="66"/>
          </w:tcPr>
          <w:p w:rsidR="00AA6739" w:rsidRPr="00F5336F" w:rsidRDefault="00AA6739" w:rsidP="004D49B5">
            <w:pPr>
              <w:rPr>
                <w:rFonts w:ascii="Arial" w:hAnsi="Arial" w:cs="Arial"/>
                <w:sz w:val="22"/>
              </w:rPr>
            </w:pPr>
            <w:r w:rsidRPr="00F5336F">
              <w:rPr>
                <w:rFonts w:ascii="Arial" w:hAnsi="Arial" w:cs="Arial"/>
                <w:sz w:val="22"/>
              </w:rPr>
              <w:t>Yes    Please provide details below:</w:t>
            </w:r>
          </w:p>
        </w:tc>
      </w:tr>
      <w:tr w:rsidR="00AA6739" w:rsidRPr="00F5336F" w:rsidTr="00C041C4">
        <w:trPr>
          <w:trHeight w:val="124"/>
        </w:trPr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739" w:rsidRPr="00FD787D" w:rsidRDefault="00AA6739" w:rsidP="004D49B5">
            <w:pPr>
              <w:pStyle w:val="Label"/>
              <w:rPr>
                <w:rFonts w:ascii="Arial" w:hAnsi="Arial" w:cs="Arial"/>
                <w:sz w:val="4"/>
              </w:rPr>
            </w:pPr>
          </w:p>
        </w:tc>
        <w:tc>
          <w:tcPr>
            <w:tcW w:w="4854" w:type="pct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8DB3E2" w:themeFill="text2" w:themeFillTint="66"/>
          </w:tcPr>
          <w:p w:rsidR="00AA6739" w:rsidRPr="00FD787D" w:rsidRDefault="00AA6739" w:rsidP="004D49B5">
            <w:pPr>
              <w:rPr>
                <w:rFonts w:ascii="Arial" w:hAnsi="Arial" w:cs="Arial"/>
                <w:sz w:val="8"/>
              </w:rPr>
            </w:pPr>
          </w:p>
        </w:tc>
      </w:tr>
      <w:tr w:rsidR="00AA6739" w:rsidRPr="00F5336F" w:rsidTr="006F3F20">
        <w:tc>
          <w:tcPr>
            <w:tcW w:w="146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  <w:tc>
          <w:tcPr>
            <w:tcW w:w="255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b w:val="0"/>
                <w:sz w:val="22"/>
              </w:rPr>
            </w:pPr>
            <w:r w:rsidRPr="00F5336F">
              <w:rPr>
                <w:rFonts w:ascii="Arial" w:hAnsi="Arial" w:cs="Arial"/>
                <w:b w:val="0"/>
                <w:sz w:val="22"/>
              </w:rPr>
              <w:t>1.</w:t>
            </w:r>
          </w:p>
        </w:tc>
        <w:tc>
          <w:tcPr>
            <w:tcW w:w="4598" w:type="pct"/>
            <w:gridSpan w:val="17"/>
            <w:tcBorders>
              <w:left w:val="nil"/>
              <w:bottom w:val="single" w:sz="4" w:space="0" w:color="000000"/>
            </w:tcBorders>
          </w:tcPr>
          <w:p w:rsidR="00AA6739" w:rsidRPr="00F5336F" w:rsidRDefault="00AA6739" w:rsidP="004D49B5">
            <w:pPr>
              <w:rPr>
                <w:rFonts w:ascii="Arial" w:hAnsi="Arial" w:cs="Arial"/>
                <w:sz w:val="22"/>
              </w:rPr>
            </w:pPr>
          </w:p>
        </w:tc>
      </w:tr>
      <w:tr w:rsidR="00AA6739" w:rsidRPr="00F5336F" w:rsidTr="006F3F20">
        <w:tc>
          <w:tcPr>
            <w:tcW w:w="146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  <w:tc>
          <w:tcPr>
            <w:tcW w:w="255" w:type="pct"/>
            <w:tcBorders>
              <w:right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b w:val="0"/>
                <w:sz w:val="22"/>
              </w:rPr>
            </w:pPr>
            <w:r w:rsidRPr="00F5336F">
              <w:rPr>
                <w:rFonts w:ascii="Arial" w:hAnsi="Arial" w:cs="Arial"/>
                <w:b w:val="0"/>
                <w:sz w:val="22"/>
              </w:rPr>
              <w:t>2.</w:t>
            </w:r>
          </w:p>
        </w:tc>
        <w:tc>
          <w:tcPr>
            <w:tcW w:w="4598" w:type="pct"/>
            <w:gridSpan w:val="17"/>
            <w:tcBorders>
              <w:left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</w:tr>
      <w:tr w:rsidR="00AA6739" w:rsidRPr="00F5336F" w:rsidTr="006F3F20">
        <w:tc>
          <w:tcPr>
            <w:tcW w:w="146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  <w:tc>
          <w:tcPr>
            <w:tcW w:w="255" w:type="pct"/>
            <w:tcBorders>
              <w:right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b w:val="0"/>
                <w:sz w:val="22"/>
              </w:rPr>
            </w:pPr>
            <w:r w:rsidRPr="00F5336F">
              <w:rPr>
                <w:rFonts w:ascii="Arial" w:hAnsi="Arial" w:cs="Arial"/>
                <w:b w:val="0"/>
                <w:sz w:val="22"/>
              </w:rPr>
              <w:t>3.</w:t>
            </w:r>
          </w:p>
        </w:tc>
        <w:tc>
          <w:tcPr>
            <w:tcW w:w="4598" w:type="pct"/>
            <w:gridSpan w:val="17"/>
            <w:tcBorders>
              <w:left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</w:tr>
      <w:tr w:rsidR="00AA6739" w:rsidRPr="00F5336F" w:rsidTr="006F3F20">
        <w:tc>
          <w:tcPr>
            <w:tcW w:w="146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  <w:tc>
          <w:tcPr>
            <w:tcW w:w="255" w:type="pct"/>
            <w:tcBorders>
              <w:bottom w:val="single" w:sz="4" w:space="0" w:color="000000"/>
              <w:right w:val="nil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b w:val="0"/>
                <w:sz w:val="22"/>
              </w:rPr>
            </w:pPr>
            <w:r w:rsidRPr="00F5336F">
              <w:rPr>
                <w:rFonts w:ascii="Arial" w:hAnsi="Arial" w:cs="Arial"/>
                <w:b w:val="0"/>
                <w:sz w:val="22"/>
              </w:rPr>
              <w:t>4.</w:t>
            </w:r>
          </w:p>
        </w:tc>
        <w:tc>
          <w:tcPr>
            <w:tcW w:w="4598" w:type="pct"/>
            <w:gridSpan w:val="17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AA6739" w:rsidRPr="00F5336F" w:rsidRDefault="00AA6739" w:rsidP="004D49B5">
            <w:pPr>
              <w:pStyle w:val="Label"/>
              <w:rPr>
                <w:rFonts w:ascii="Arial" w:hAnsi="Arial" w:cs="Arial"/>
                <w:sz w:val="22"/>
              </w:rPr>
            </w:pPr>
          </w:p>
        </w:tc>
      </w:tr>
      <w:tr w:rsidR="00DF56C5" w:rsidRPr="00F5336F" w:rsidTr="006F3F20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6C5" w:rsidRPr="00F5336F" w:rsidRDefault="00DF56C5" w:rsidP="00DF56C5">
            <w:pPr>
              <w:pStyle w:val="Label"/>
              <w:rPr>
                <w:rFonts w:ascii="Arial" w:hAnsi="Arial" w:cs="Arial"/>
                <w:sz w:val="22"/>
              </w:rPr>
            </w:pPr>
          </w:p>
        </w:tc>
        <w:tc>
          <w:tcPr>
            <w:tcW w:w="4854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6C5" w:rsidRPr="00F5336F" w:rsidRDefault="00DF56C5" w:rsidP="00DF56C5">
            <w:pPr>
              <w:pStyle w:val="Label"/>
              <w:rPr>
                <w:rFonts w:ascii="Arial" w:hAnsi="Arial" w:cs="Arial"/>
                <w:sz w:val="22"/>
              </w:rPr>
            </w:pPr>
          </w:p>
        </w:tc>
      </w:tr>
      <w:tr w:rsidR="00DF56C5" w:rsidRPr="00F5336F" w:rsidTr="00C041C4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6C5" w:rsidRPr="003322F7" w:rsidRDefault="00DF56C5" w:rsidP="00DF56C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192" w:type="pct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8DB3E2" w:themeFill="text2" w:themeFillTint="66"/>
          </w:tcPr>
          <w:p w:rsidR="00DF56C5" w:rsidRPr="00F5336F" w:rsidRDefault="00DF56C5" w:rsidP="00DF56C5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Gender</w:t>
            </w:r>
            <w:r w:rsidRPr="00F5336F">
              <w:rPr>
                <w:rFonts w:ascii="Arial" w:hAnsi="Arial" w:cs="Arial"/>
                <w:b/>
                <w:sz w:val="22"/>
              </w:rPr>
              <w:t>: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6C5" w:rsidRPr="00F5336F" w:rsidRDefault="00DF56C5" w:rsidP="00DF56C5">
            <w:pPr>
              <w:spacing w:before="4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97" w:type="pct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8DB3E2" w:themeFill="text2" w:themeFillTint="66"/>
          </w:tcPr>
          <w:p w:rsidR="00DF56C5" w:rsidRPr="00F5336F" w:rsidRDefault="00DF56C5" w:rsidP="00DF56C5">
            <w:pPr>
              <w:rPr>
                <w:rFonts w:ascii="Arial" w:hAnsi="Arial" w:cs="Arial"/>
                <w:b/>
                <w:sz w:val="22"/>
              </w:rPr>
            </w:pPr>
            <w:r w:rsidRPr="00F5336F">
              <w:rPr>
                <w:rFonts w:ascii="Arial" w:hAnsi="Arial" w:cs="Arial"/>
                <w:b/>
                <w:sz w:val="22"/>
              </w:rPr>
              <w:t>Male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6C5" w:rsidRPr="00F5336F" w:rsidRDefault="00DF56C5" w:rsidP="00DF56C5">
            <w:pPr>
              <w:spacing w:before="4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598" w:type="pct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8DB3E2" w:themeFill="text2" w:themeFillTint="66"/>
          </w:tcPr>
          <w:p w:rsidR="00DF56C5" w:rsidRPr="00F5336F" w:rsidRDefault="00DF56C5" w:rsidP="00DF56C5">
            <w:pPr>
              <w:rPr>
                <w:rFonts w:ascii="Arial" w:hAnsi="Arial" w:cs="Arial"/>
                <w:b/>
                <w:sz w:val="22"/>
              </w:rPr>
            </w:pPr>
            <w:r w:rsidRPr="00F5336F">
              <w:rPr>
                <w:rFonts w:ascii="Arial" w:hAnsi="Arial" w:cs="Arial"/>
                <w:b/>
                <w:sz w:val="22"/>
              </w:rPr>
              <w:t>Female</w:t>
            </w:r>
          </w:p>
        </w:tc>
      </w:tr>
      <w:tr w:rsidR="00DF56C5" w:rsidRPr="00F5336F" w:rsidTr="006F3F20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854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Style w:val="TableGrid"/>
              <w:tblW w:w="10152" w:type="dxa"/>
              <w:tblLook w:val="04A0" w:firstRow="1" w:lastRow="0" w:firstColumn="1" w:lastColumn="0" w:noHBand="0" w:noVBand="1"/>
            </w:tblPr>
            <w:tblGrid>
              <w:gridCol w:w="3497"/>
              <w:gridCol w:w="611"/>
              <w:gridCol w:w="802"/>
              <w:gridCol w:w="670"/>
              <w:gridCol w:w="4572"/>
            </w:tblGrid>
            <w:tr w:rsidR="00DF56C5" w:rsidRPr="007256ED" w:rsidTr="00DF56C5">
              <w:tc>
                <w:tcPr>
                  <w:tcW w:w="172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DF56C5" w:rsidRDefault="00DF56C5" w:rsidP="00EC58C4">
                  <w:pPr>
                    <w:framePr w:hSpace="180" w:wrap="around" w:vAnchor="page" w:hAnchor="margin" w:xAlign="center" w:y="3706"/>
                    <w:tabs>
                      <w:tab w:val="right" w:pos="3350"/>
                    </w:tabs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:rsidR="00DF56C5" w:rsidRPr="007256ED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395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:rsidR="00DF56C5" w:rsidRPr="007256ED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33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:rsidR="00DF56C5" w:rsidRPr="007256ED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22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DF56C5" w:rsidRPr="007256ED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DF56C5" w:rsidRPr="007256ED" w:rsidTr="00C041C4">
              <w:tc>
                <w:tcPr>
                  <w:tcW w:w="1722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8DB3E2" w:themeFill="text2" w:themeFillTint="66"/>
                </w:tcPr>
                <w:p w:rsidR="00DF56C5" w:rsidRPr="007256ED" w:rsidRDefault="00DF56C5" w:rsidP="00EC58C4">
                  <w:pPr>
                    <w:framePr w:hSpace="180" w:wrap="around" w:vAnchor="page" w:hAnchor="margin" w:xAlign="center" w:y="3706"/>
                    <w:tabs>
                      <w:tab w:val="right" w:pos="3350"/>
                    </w:tabs>
                    <w:rPr>
                      <w:rFonts w:ascii="Arial" w:hAnsi="Arial" w:cs="Arial"/>
                      <w:b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</w:rPr>
                    <w:t>Date of Birth:</w:t>
                  </w:r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6C5" w:rsidRPr="007256ED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3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6C5" w:rsidRPr="007256ED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6C5" w:rsidRPr="007256ED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2252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F56C5" w:rsidRPr="007256ED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DF56C5" w:rsidTr="00C041C4">
              <w:tc>
                <w:tcPr>
                  <w:tcW w:w="172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DB3E2" w:themeFill="text2" w:themeFillTint="66"/>
                </w:tcPr>
                <w:p w:rsidR="00DF56C5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8DB3E2" w:themeFill="text2" w:themeFillTint="66"/>
                </w:tcPr>
                <w:p w:rsidR="00DF56C5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Day</w:t>
                  </w:r>
                </w:p>
              </w:tc>
              <w:tc>
                <w:tcPr>
                  <w:tcW w:w="395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8DB3E2" w:themeFill="text2" w:themeFillTint="66"/>
                </w:tcPr>
                <w:p w:rsidR="00DF56C5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Month </w:t>
                  </w:r>
                </w:p>
              </w:tc>
              <w:tc>
                <w:tcPr>
                  <w:tcW w:w="33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8DB3E2" w:themeFill="text2" w:themeFillTint="66"/>
                </w:tcPr>
                <w:p w:rsidR="00DF56C5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Year</w:t>
                  </w:r>
                </w:p>
              </w:tc>
              <w:tc>
                <w:tcPr>
                  <w:tcW w:w="2252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56C5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</w:rPr>
                  </w:pPr>
                </w:p>
              </w:tc>
            </w:tr>
            <w:tr w:rsidR="00DF56C5" w:rsidTr="00DF56C5">
              <w:tc>
                <w:tcPr>
                  <w:tcW w:w="172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DF56C5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DF56C5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DF56C5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DF56C5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DF56C5" w:rsidRDefault="00DF56C5" w:rsidP="00EC58C4">
                  <w:pPr>
                    <w:framePr w:hSpace="180" w:wrap="around" w:vAnchor="page" w:hAnchor="margin" w:xAlign="center" w:y="3706"/>
                    <w:rPr>
                      <w:rFonts w:ascii="Arial" w:hAnsi="Arial" w:cs="Arial"/>
                    </w:rPr>
                  </w:pPr>
                </w:p>
              </w:tc>
            </w:tr>
          </w:tbl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</w:tr>
      <w:tr w:rsidR="00DF56C5" w:rsidRPr="00F5336F" w:rsidTr="00C041C4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6C5" w:rsidRPr="00F5336F" w:rsidRDefault="00DF56C5" w:rsidP="00DF56C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4854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DF56C5" w:rsidRPr="00F5336F" w:rsidRDefault="00DF56C5" w:rsidP="00DF56C5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Address: </w:t>
            </w:r>
            <w:r w:rsidRPr="00A1596E">
              <w:rPr>
                <w:rFonts w:ascii="Arial" w:hAnsi="Arial" w:cs="Arial"/>
                <w:sz w:val="22"/>
              </w:rPr>
              <w:t>(Residence)</w:t>
            </w:r>
          </w:p>
        </w:tc>
      </w:tr>
      <w:tr w:rsidR="00DF56C5" w:rsidRPr="00F5336F" w:rsidTr="00C041C4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DF56C5" w:rsidRPr="00F5336F" w:rsidRDefault="00DF56C5" w:rsidP="00DF56C5">
            <w:pPr>
              <w:tabs>
                <w:tab w:val="left" w:pos="1651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Street Number</w:t>
            </w:r>
          </w:p>
        </w:tc>
        <w:tc>
          <w:tcPr>
            <w:tcW w:w="4098" w:type="pct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8DB3E2" w:themeFill="text2" w:themeFillTint="66"/>
          </w:tcPr>
          <w:p w:rsidR="00DF56C5" w:rsidRPr="00F5336F" w:rsidRDefault="00DF56C5" w:rsidP="00DF56C5">
            <w:pPr>
              <w:tabs>
                <w:tab w:val="left" w:pos="1651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Street Name</w:t>
            </w:r>
          </w:p>
        </w:tc>
      </w:tr>
      <w:tr w:rsidR="00DF56C5" w:rsidRPr="00F5336F" w:rsidTr="00C041C4">
        <w:tc>
          <w:tcPr>
            <w:tcW w:w="146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3" w:type="pct"/>
            <w:tcBorders>
              <w:top w:val="nil"/>
              <w:bottom w:val="nil"/>
            </w:tcBorders>
            <w:shd w:val="clear" w:color="auto" w:fill="8DB3E2" w:themeFill="text2" w:themeFillTint="66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pct"/>
            <w:gridSpan w:val="1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</w:tr>
      <w:tr w:rsidR="00DF56C5" w:rsidRPr="00F5336F" w:rsidTr="00C041C4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381" w:type="pct"/>
            <w:gridSpan w:val="13"/>
            <w:tcBorders>
              <w:top w:val="nil"/>
              <w:left w:val="nil"/>
              <w:right w:val="nil"/>
            </w:tcBorders>
            <w:shd w:val="clear" w:color="auto" w:fill="8DB3E2" w:themeFill="text2" w:themeFillTint="66"/>
          </w:tcPr>
          <w:p w:rsidR="00DF56C5" w:rsidRPr="00F86C25" w:rsidRDefault="00DF56C5" w:rsidP="00DF56C5">
            <w:pPr>
              <w:rPr>
                <w:rFonts w:ascii="Arial" w:hAnsi="Arial" w:cs="Arial"/>
                <w:sz w:val="22"/>
              </w:rPr>
            </w:pPr>
            <w:r w:rsidRPr="00F86C25">
              <w:rPr>
                <w:rFonts w:ascii="Arial" w:hAnsi="Arial" w:cs="Arial"/>
                <w:sz w:val="22"/>
              </w:rPr>
              <w:t>Suburb</w:t>
            </w:r>
          </w:p>
        </w:tc>
        <w:tc>
          <w:tcPr>
            <w:tcW w:w="1456" w:type="pct"/>
            <w:gridSpan w:val="4"/>
            <w:tcBorders>
              <w:top w:val="single" w:sz="4" w:space="0" w:color="000000"/>
              <w:left w:val="nil"/>
              <w:right w:val="nil"/>
            </w:tcBorders>
            <w:shd w:val="clear" w:color="auto" w:fill="8DB3E2" w:themeFill="text2" w:themeFillTint="66"/>
          </w:tcPr>
          <w:p w:rsidR="00DF56C5" w:rsidRPr="00F86C25" w:rsidRDefault="00DF56C5" w:rsidP="00DF56C5">
            <w:pPr>
              <w:rPr>
                <w:rFonts w:ascii="Arial" w:hAnsi="Arial" w:cs="Arial"/>
                <w:sz w:val="22"/>
              </w:rPr>
            </w:pPr>
            <w:r w:rsidRPr="00F86C25">
              <w:rPr>
                <w:rFonts w:ascii="Arial" w:hAnsi="Arial" w:cs="Arial"/>
                <w:sz w:val="22"/>
              </w:rPr>
              <w:t>City</w:t>
            </w:r>
          </w:p>
        </w:tc>
        <w:tc>
          <w:tcPr>
            <w:tcW w:w="1016" w:type="pct"/>
            <w:tcBorders>
              <w:top w:val="single" w:sz="4" w:space="0" w:color="000000"/>
              <w:left w:val="nil"/>
              <w:right w:val="nil"/>
            </w:tcBorders>
            <w:shd w:val="clear" w:color="auto" w:fill="8DB3E2" w:themeFill="text2" w:themeFillTint="66"/>
          </w:tcPr>
          <w:p w:rsidR="00DF56C5" w:rsidRPr="00F86C25" w:rsidRDefault="00DF56C5" w:rsidP="00DF56C5">
            <w:pPr>
              <w:rPr>
                <w:rFonts w:ascii="Arial" w:hAnsi="Arial" w:cs="Arial"/>
                <w:sz w:val="22"/>
              </w:rPr>
            </w:pPr>
            <w:r w:rsidRPr="00F86C25">
              <w:rPr>
                <w:rFonts w:ascii="Arial" w:hAnsi="Arial" w:cs="Arial"/>
                <w:sz w:val="22"/>
              </w:rPr>
              <w:t>Post Code</w:t>
            </w:r>
          </w:p>
        </w:tc>
      </w:tr>
      <w:tr w:rsidR="00DF56C5" w:rsidRPr="00F5336F" w:rsidTr="006F3F20">
        <w:tc>
          <w:tcPr>
            <w:tcW w:w="146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381" w:type="pct"/>
            <w:gridSpan w:val="13"/>
            <w:tcBorders>
              <w:top w:val="nil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56" w:type="pct"/>
            <w:gridSpan w:val="4"/>
            <w:tcBorders>
              <w:top w:val="nil"/>
              <w:right w:val="single" w:sz="4" w:space="0" w:color="000000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16" w:type="pct"/>
            <w:tcBorders>
              <w:top w:val="nil"/>
              <w:left w:val="single" w:sz="4" w:space="0" w:color="000000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</w:tr>
      <w:tr w:rsidR="00DF56C5" w:rsidRPr="00F5336F" w:rsidTr="006F3F20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6C5" w:rsidRPr="00F86C25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854" w:type="pct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DF56C5" w:rsidRPr="00F5336F" w:rsidTr="00C041C4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56C5" w:rsidRPr="00F5336F" w:rsidRDefault="00DF56C5" w:rsidP="00DF56C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4854" w:type="pct"/>
            <w:gridSpan w:val="18"/>
            <w:tcBorders>
              <w:top w:val="nil"/>
              <w:left w:val="nil"/>
              <w:right w:val="nil"/>
            </w:tcBorders>
            <w:shd w:val="clear" w:color="auto" w:fill="8DB3E2" w:themeFill="text2" w:themeFillTint="66"/>
          </w:tcPr>
          <w:p w:rsidR="00DF56C5" w:rsidRPr="00F5336F" w:rsidRDefault="00DF56C5" w:rsidP="00DF56C5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Mailing A</w:t>
            </w:r>
            <w:r w:rsidRPr="00F5336F">
              <w:rPr>
                <w:rFonts w:ascii="Arial" w:hAnsi="Arial" w:cs="Arial"/>
                <w:b/>
                <w:sz w:val="22"/>
              </w:rPr>
              <w:t>d</w:t>
            </w:r>
            <w:r>
              <w:rPr>
                <w:rFonts w:ascii="Arial" w:hAnsi="Arial" w:cs="Arial"/>
                <w:b/>
                <w:sz w:val="22"/>
              </w:rPr>
              <w:t>dress (if different from above)</w:t>
            </w:r>
          </w:p>
          <w:p w:rsidR="00DF56C5" w:rsidRPr="005C2F62" w:rsidRDefault="00DF56C5" w:rsidP="00DF56C5">
            <w:pPr>
              <w:rPr>
                <w:rFonts w:ascii="Arial" w:hAnsi="Arial" w:cs="Arial"/>
                <w:sz w:val="22"/>
              </w:rPr>
            </w:pPr>
            <w:r w:rsidRPr="005C2F62">
              <w:rPr>
                <w:rFonts w:ascii="Arial" w:hAnsi="Arial" w:cs="Arial"/>
                <w:sz w:val="22"/>
              </w:rPr>
              <w:t>(If you live at a rural address please include your rural delivery details)</w:t>
            </w:r>
          </w:p>
        </w:tc>
      </w:tr>
      <w:tr w:rsidR="00DF56C5" w:rsidRPr="00F5336F" w:rsidTr="006F3F20">
        <w:tc>
          <w:tcPr>
            <w:tcW w:w="146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854" w:type="pct"/>
            <w:gridSpan w:val="18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</w:tr>
      <w:tr w:rsidR="00DF56C5" w:rsidRPr="00F5336F" w:rsidTr="006F3F20">
        <w:tc>
          <w:tcPr>
            <w:tcW w:w="146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854" w:type="pct"/>
            <w:gridSpan w:val="1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</w:tr>
      <w:tr w:rsidR="00DF56C5" w:rsidRPr="00F5336F" w:rsidTr="006F3F20">
        <w:tc>
          <w:tcPr>
            <w:tcW w:w="146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854" w:type="pct"/>
            <w:gridSpan w:val="1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F56C5" w:rsidRPr="00F5336F" w:rsidRDefault="00DF56C5" w:rsidP="00DF56C5">
            <w:pPr>
              <w:rPr>
                <w:rFonts w:ascii="Arial" w:hAnsi="Arial" w:cs="Arial"/>
                <w:sz w:val="22"/>
              </w:rPr>
            </w:pPr>
          </w:p>
        </w:tc>
      </w:tr>
    </w:tbl>
    <w:tbl>
      <w:tblPr>
        <w:tblStyle w:val="TableGrid"/>
        <w:tblpPr w:leftFromText="180" w:rightFromText="180" w:horzAnchor="margin" w:tblpY="300"/>
        <w:tblW w:w="5030" w:type="pct"/>
        <w:tblLayout w:type="fixed"/>
        <w:tblLook w:val="04A0" w:firstRow="1" w:lastRow="0" w:firstColumn="1" w:lastColumn="0" w:noHBand="0" w:noVBand="1"/>
      </w:tblPr>
      <w:tblGrid>
        <w:gridCol w:w="388"/>
        <w:gridCol w:w="1217"/>
        <w:gridCol w:w="34"/>
        <w:gridCol w:w="688"/>
        <w:gridCol w:w="645"/>
        <w:gridCol w:w="978"/>
        <w:gridCol w:w="34"/>
        <w:gridCol w:w="679"/>
        <w:gridCol w:w="314"/>
        <w:gridCol w:w="84"/>
        <w:gridCol w:w="705"/>
        <w:gridCol w:w="92"/>
        <w:gridCol w:w="1032"/>
        <w:gridCol w:w="862"/>
        <w:gridCol w:w="576"/>
        <w:gridCol w:w="342"/>
        <w:gridCol w:w="344"/>
        <w:gridCol w:w="342"/>
        <w:gridCol w:w="342"/>
        <w:gridCol w:w="342"/>
        <w:gridCol w:w="346"/>
        <w:gridCol w:w="58"/>
        <w:gridCol w:w="303"/>
      </w:tblGrid>
      <w:tr w:rsidR="00C041C4" w:rsidTr="00C041C4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12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Pr="00B30F48" w:rsidRDefault="00C041C4" w:rsidP="00C041C4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Phone:</w:t>
            </w:r>
          </w:p>
        </w:tc>
        <w:tc>
          <w:tcPr>
            <w:tcW w:w="13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Pr="00B55D68" w:rsidRDefault="00C041C4" w:rsidP="00C041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Pr="00B55D68" w:rsidRDefault="00C041C4" w:rsidP="00C041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2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C041C4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Pr="00D53925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2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Pr="00B55D68" w:rsidRDefault="00C041C4" w:rsidP="00C041C4">
            <w:pPr>
              <w:rPr>
                <w:rFonts w:ascii="Arial" w:hAnsi="Arial" w:cs="Arial"/>
                <w:sz w:val="22"/>
              </w:rPr>
            </w:pPr>
            <w:r w:rsidRPr="00B55D68">
              <w:rPr>
                <w:rFonts w:ascii="Arial" w:hAnsi="Arial" w:cs="Arial"/>
                <w:sz w:val="22"/>
              </w:rPr>
              <w:t>Home Phone:</w:t>
            </w:r>
          </w:p>
        </w:tc>
        <w:tc>
          <w:tcPr>
            <w:tcW w:w="13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Pr="00B55D68" w:rsidRDefault="00C041C4" w:rsidP="00C041C4">
            <w:pPr>
              <w:rPr>
                <w:rFonts w:ascii="Arial" w:hAnsi="Arial" w:cs="Arial"/>
                <w:sz w:val="22"/>
              </w:rPr>
            </w:pPr>
            <w:r w:rsidRPr="00B55D68">
              <w:rPr>
                <w:rFonts w:ascii="Arial" w:hAnsi="Arial" w:cs="Arial"/>
                <w:sz w:val="22"/>
              </w:rPr>
              <w:t>Work Phone:</w:t>
            </w:r>
          </w:p>
        </w:tc>
        <w:tc>
          <w:tcPr>
            <w:tcW w:w="11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Pr="00B55D68" w:rsidRDefault="00C041C4" w:rsidP="00C041C4">
            <w:pPr>
              <w:rPr>
                <w:rFonts w:ascii="Arial" w:hAnsi="Arial" w:cs="Arial"/>
                <w:sz w:val="22"/>
              </w:rPr>
            </w:pPr>
            <w:r w:rsidRPr="00B55D68">
              <w:rPr>
                <w:rFonts w:ascii="Arial" w:hAnsi="Arial" w:cs="Arial"/>
                <w:sz w:val="22"/>
              </w:rPr>
              <w:t>Mobile Phone:</w:t>
            </w:r>
          </w:p>
        </w:tc>
        <w:tc>
          <w:tcPr>
            <w:tcW w:w="112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Pr="00B55D68" w:rsidRDefault="00C041C4" w:rsidP="00C041C4">
            <w:pPr>
              <w:rPr>
                <w:rFonts w:ascii="Arial" w:hAnsi="Arial" w:cs="Arial"/>
                <w:sz w:val="22"/>
              </w:rPr>
            </w:pPr>
            <w:r w:rsidRPr="00B55D68">
              <w:rPr>
                <w:rFonts w:ascii="Arial" w:hAnsi="Arial" w:cs="Arial"/>
                <w:sz w:val="22"/>
              </w:rPr>
              <w:t>Fax:</w:t>
            </w:r>
          </w:p>
        </w:tc>
      </w:tr>
      <w:tr w:rsidR="00C041C4" w:rsidTr="00C041C4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Pr="00D53925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DB3E2" w:themeFill="text2" w:themeFillTint="66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9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DB3E2" w:themeFill="text2" w:themeFillTint="66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9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DB3E2" w:themeFill="text2" w:themeFillTint="66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9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8DB3E2" w:themeFill="text2" w:themeFillTint="66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C041C4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Pr="00D53925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C041C4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Pr="00D53925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DB3E2" w:themeFill="text2" w:themeFillTint="66"/>
          </w:tcPr>
          <w:p w:rsidR="00C041C4" w:rsidRPr="00B55D68" w:rsidRDefault="00C041C4" w:rsidP="00C041C4">
            <w:pPr>
              <w:rPr>
                <w:rFonts w:ascii="Arial" w:hAnsi="Arial" w:cs="Arial"/>
                <w:sz w:val="22"/>
              </w:rPr>
            </w:pPr>
            <w:r w:rsidRPr="00B55D68">
              <w:rPr>
                <w:rFonts w:ascii="Arial" w:hAnsi="Arial" w:cs="Arial"/>
                <w:sz w:val="22"/>
              </w:rPr>
              <w:t>Email:</w:t>
            </w:r>
          </w:p>
        </w:tc>
        <w:tc>
          <w:tcPr>
            <w:tcW w:w="4253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Pr="00D53925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RPr="007256ED" w:rsidTr="00C041C4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Pr="00B30F48" w:rsidRDefault="00C041C4" w:rsidP="00C041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9.</w:t>
            </w:r>
          </w:p>
        </w:tc>
        <w:tc>
          <w:tcPr>
            <w:tcW w:w="16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Pr="007256ED" w:rsidRDefault="00C041C4" w:rsidP="00C041C4">
            <w:pPr>
              <w:rPr>
                <w:rFonts w:ascii="Arial" w:hAnsi="Arial" w:cs="Arial"/>
                <w:b/>
                <w:sz w:val="22"/>
              </w:rPr>
            </w:pPr>
            <w:r w:rsidRPr="007256ED">
              <w:rPr>
                <w:rFonts w:ascii="Arial" w:hAnsi="Arial" w:cs="Arial"/>
                <w:b/>
                <w:sz w:val="22"/>
              </w:rPr>
              <w:t xml:space="preserve">Bank Details: </w:t>
            </w:r>
          </w:p>
        </w:tc>
        <w:tc>
          <w:tcPr>
            <w:tcW w:w="316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Pr="007256ED" w:rsidRDefault="00C041C4" w:rsidP="00C041C4">
            <w:pPr>
              <w:rPr>
                <w:rFonts w:ascii="Arial" w:hAnsi="Arial" w:cs="Arial"/>
                <w:sz w:val="22"/>
              </w:rPr>
            </w:pPr>
          </w:p>
        </w:tc>
      </w:tr>
      <w:tr w:rsidR="00C041C4" w:rsidTr="00C041C4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Pr="00B55D68" w:rsidRDefault="00C041C4" w:rsidP="00C041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</w:t>
            </w:r>
            <w:r w:rsidR="00C665AD">
              <w:rPr>
                <w:rFonts w:ascii="Arial" w:hAnsi="Arial" w:cs="Arial"/>
                <w:b/>
                <w:sz w:val="22"/>
              </w:rPr>
              <w:t>PLEASE PROVIDE VERIFICATION OF BANK ACCOUNT DETAILS</w:t>
            </w:r>
            <w:r>
              <w:rPr>
                <w:rFonts w:ascii="Arial" w:hAnsi="Arial" w:cs="Arial"/>
                <w:sz w:val="22"/>
              </w:rPr>
              <w:t>)</w:t>
            </w:r>
          </w:p>
        </w:tc>
      </w:tr>
      <w:tr w:rsidR="00C041C4" w:rsidTr="00C041C4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:rsidR="00C041C4" w:rsidRPr="00B55D68" w:rsidRDefault="00C041C4" w:rsidP="00C041C4">
            <w:pPr>
              <w:rPr>
                <w:rFonts w:ascii="Arial" w:hAnsi="Arial" w:cs="Arial"/>
                <w:sz w:val="22"/>
              </w:rPr>
            </w:pPr>
            <w:r w:rsidRPr="00B55D68">
              <w:rPr>
                <w:rFonts w:ascii="Arial" w:hAnsi="Arial" w:cs="Arial"/>
                <w:sz w:val="22"/>
              </w:rPr>
              <w:t>Name of bank (eg BNZ):</w:t>
            </w: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C041C4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:rsidR="00C041C4" w:rsidRPr="00B55D68" w:rsidRDefault="00C041C4" w:rsidP="00C041C4">
            <w:pPr>
              <w:rPr>
                <w:rFonts w:ascii="Arial" w:hAnsi="Arial" w:cs="Arial"/>
                <w:sz w:val="22"/>
              </w:rPr>
            </w:pPr>
            <w:r w:rsidRPr="00B55D68">
              <w:rPr>
                <w:rFonts w:ascii="Arial" w:hAnsi="Arial" w:cs="Arial"/>
                <w:sz w:val="22"/>
              </w:rPr>
              <w:t>Name of branch (eg Lower Hutt)</w:t>
            </w: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C041C4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:rsidR="00C041C4" w:rsidRPr="00B55D68" w:rsidRDefault="00C041C4" w:rsidP="00C041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Account Name</w:t>
            </w:r>
            <w:r w:rsidRPr="00B55D68">
              <w:rPr>
                <w:rFonts w:ascii="Arial" w:hAnsi="Arial" w:cs="Arial"/>
                <w:sz w:val="22"/>
              </w:rPr>
              <w:t>:</w:t>
            </w: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C041C4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Pr="00B55D68" w:rsidRDefault="00C041C4" w:rsidP="00C041C4">
            <w:pPr>
              <w:rPr>
                <w:rFonts w:ascii="Arial" w:hAnsi="Arial" w:cs="Arial"/>
                <w:sz w:val="22"/>
              </w:rPr>
            </w:pPr>
            <w:r w:rsidRPr="00B55D68">
              <w:rPr>
                <w:rFonts w:ascii="Arial" w:hAnsi="Arial" w:cs="Arial"/>
                <w:sz w:val="22"/>
              </w:rPr>
              <w:t>The account number is:</w:t>
            </w:r>
          </w:p>
        </w:tc>
      </w:tr>
      <w:tr w:rsidR="00C041C4" w:rsidTr="00C041C4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tbl>
            <w:tblPr>
              <w:tblStyle w:val="TableGrid"/>
              <w:tblW w:w="10285" w:type="dxa"/>
              <w:tblLayout w:type="fixed"/>
              <w:tblLook w:val="04A0" w:firstRow="1" w:lastRow="0" w:firstColumn="1" w:lastColumn="0" w:noHBand="0" w:noVBand="1"/>
            </w:tblPr>
            <w:tblGrid>
              <w:gridCol w:w="497"/>
              <w:gridCol w:w="531"/>
              <w:gridCol w:w="502"/>
              <w:gridCol w:w="516"/>
              <w:gridCol w:w="478"/>
              <w:gridCol w:w="560"/>
              <w:gridCol w:w="453"/>
              <w:gridCol w:w="574"/>
              <w:gridCol w:w="469"/>
              <w:gridCol w:w="560"/>
              <w:gridCol w:w="502"/>
              <w:gridCol w:w="527"/>
              <w:gridCol w:w="502"/>
              <w:gridCol w:w="527"/>
              <w:gridCol w:w="502"/>
              <w:gridCol w:w="527"/>
              <w:gridCol w:w="502"/>
              <w:gridCol w:w="527"/>
              <w:gridCol w:w="453"/>
              <w:gridCol w:w="576"/>
            </w:tblGrid>
            <w:tr w:rsidR="00C041C4" w:rsidTr="008435FD">
              <w:trPr>
                <w:trHeight w:val="360"/>
              </w:trPr>
              <w:tc>
                <w:tcPr>
                  <w:tcW w:w="49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1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2" w:type="dxa"/>
                  <w:tcBorders>
                    <w:right w:val="single" w:sz="4" w:space="0" w:color="auto"/>
                  </w:tcBorders>
                  <w:shd w:val="clear" w:color="auto" w:fill="8DB3E2" w:themeFill="text2" w:themeFillTint="66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1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0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53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4" w:type="dxa"/>
                  <w:tcBorders>
                    <w:left w:val="single" w:sz="4" w:space="0" w:color="auto"/>
                  </w:tcBorders>
                  <w:shd w:val="clear" w:color="auto" w:fill="8DB3E2" w:themeFill="text2" w:themeFillTint="66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9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0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2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7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2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7" w:type="dxa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2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8DB3E2" w:themeFill="text2" w:themeFillTint="66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</w:rPr>
                  </w:pPr>
                </w:p>
              </w:tc>
            </w:tr>
          </w:tbl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B127A4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ind w:lef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10.  </w:t>
            </w: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Default="00C041C4" w:rsidP="00C041C4">
            <w:pPr>
              <w:rPr>
                <w:rFonts w:ascii="Arial" w:hAnsi="Arial" w:cs="Arial"/>
                <w:b/>
                <w:sz w:val="22"/>
              </w:rPr>
            </w:pPr>
            <w:r w:rsidRPr="00BC3E07">
              <w:rPr>
                <w:rFonts w:ascii="Arial" w:hAnsi="Arial" w:cs="Arial"/>
                <w:b/>
                <w:sz w:val="22"/>
              </w:rPr>
              <w:t>Inla</w:t>
            </w:r>
            <w:r>
              <w:rPr>
                <w:rFonts w:ascii="Arial" w:hAnsi="Arial" w:cs="Arial"/>
                <w:b/>
                <w:sz w:val="22"/>
              </w:rPr>
              <w:t>nd Revenue Number:</w:t>
            </w:r>
          </w:p>
          <w:p w:rsidR="00C041C4" w:rsidRPr="00C665AD" w:rsidRDefault="00C665AD" w:rsidP="00C041C4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(PLEASE PROVIDE VERIFICATION OF IRD NUMBER)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462"/>
              <w:gridCol w:w="462"/>
              <w:gridCol w:w="462"/>
              <w:gridCol w:w="462"/>
              <w:gridCol w:w="462"/>
              <w:gridCol w:w="462"/>
              <w:gridCol w:w="462"/>
              <w:gridCol w:w="462"/>
            </w:tblGrid>
            <w:tr w:rsidR="00C041C4" w:rsidTr="005C2F62">
              <w:trPr>
                <w:trHeight w:val="330"/>
              </w:trPr>
              <w:tc>
                <w:tcPr>
                  <w:tcW w:w="462" w:type="dxa"/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462" w:type="dxa"/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462" w:type="dxa"/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462" w:type="dxa"/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462" w:type="dxa"/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462" w:type="dxa"/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462" w:type="dxa"/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462" w:type="dxa"/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462" w:type="dxa"/>
                  <w:shd w:val="clear" w:color="auto" w:fill="FFFFFF" w:themeFill="background1"/>
                </w:tcPr>
                <w:p w:rsidR="00C041C4" w:rsidRDefault="00C041C4" w:rsidP="00EC58C4">
                  <w:pPr>
                    <w:framePr w:hSpace="180" w:wrap="around" w:hAnchor="margin" w:y="300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</w:tbl>
          <w:p w:rsidR="00C041C4" w:rsidRPr="00BC3E07" w:rsidRDefault="00C041C4" w:rsidP="00C041C4">
            <w:pPr>
              <w:rPr>
                <w:rFonts w:ascii="Arial" w:hAnsi="Arial" w:cs="Arial"/>
                <w:sz w:val="22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B127A4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ind w:lef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C041C4" w:rsidRPr="00F2473F" w:rsidRDefault="00C041C4" w:rsidP="00C041C4">
            <w:pPr>
              <w:rPr>
                <w:rFonts w:ascii="Arial" w:hAnsi="Arial" w:cs="Arial"/>
                <w:sz w:val="22"/>
              </w:rPr>
            </w:pPr>
            <w:r w:rsidRPr="00F2473F">
              <w:rPr>
                <w:rFonts w:ascii="Arial" w:hAnsi="Arial" w:cs="Arial"/>
                <w:sz w:val="22"/>
              </w:rPr>
              <w:t>Please provide some form of</w:t>
            </w:r>
            <w:r>
              <w:rPr>
                <w:rFonts w:ascii="Arial" w:hAnsi="Arial" w:cs="Arial"/>
                <w:sz w:val="22"/>
              </w:rPr>
              <w:t xml:space="preserve"> photo</w:t>
            </w:r>
            <w:r w:rsidRPr="00F2473F">
              <w:rPr>
                <w:rFonts w:ascii="Arial" w:hAnsi="Arial" w:cs="Arial"/>
                <w:sz w:val="22"/>
              </w:rPr>
              <w:t xml:space="preserve"> identification along with this application eg. </w:t>
            </w:r>
            <w:r>
              <w:rPr>
                <w:rFonts w:ascii="Arial" w:hAnsi="Arial" w:cs="Arial"/>
                <w:sz w:val="22"/>
              </w:rPr>
              <w:t>Drivers Licence, Passport. If you do not have either of these a Birth Certificate or Gold Card will suffice.</w:t>
            </w: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Pr="00F62145" w:rsidRDefault="00C041C4" w:rsidP="00C041C4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Applicants Name (Print)      </w:t>
            </w:r>
            <w:r>
              <w:rPr>
                <w:rFonts w:ascii="Arial" w:hAnsi="Arial" w:cs="Arial"/>
                <w:u w:val="single"/>
              </w:rPr>
              <w:t xml:space="preserve">                                                                     .</w:t>
            </w: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2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82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7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2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Applicants Signature:</w:t>
            </w:r>
          </w:p>
        </w:tc>
        <w:tc>
          <w:tcPr>
            <w:tcW w:w="182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7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0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268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Date:</w:t>
            </w:r>
          </w:p>
        </w:tc>
        <w:tc>
          <w:tcPr>
            <w:tcW w:w="10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268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Pr="003509E5" w:rsidRDefault="00EC58C4" w:rsidP="00C041C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APPLICATIONS CLOSE WEDNESDAY 20 JUNE 2018</w:t>
            </w:r>
            <w:bookmarkStart w:id="0" w:name="_GoBack"/>
            <w:bookmarkEnd w:id="0"/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41C4" w:rsidRPr="003A667D" w:rsidRDefault="00C041C4" w:rsidP="00C041C4">
            <w:pPr>
              <w:rPr>
                <w:rFonts w:ascii="Arial" w:hAnsi="Arial" w:cs="Arial"/>
                <w:b/>
              </w:rPr>
            </w:pPr>
            <w:r w:rsidRPr="003A667D">
              <w:rPr>
                <w:rFonts w:ascii="Arial" w:hAnsi="Arial" w:cs="Arial"/>
                <w:b/>
              </w:rPr>
              <w:t>OFFICE USE ONLY</w:t>
            </w: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Name:</w:t>
            </w:r>
          </w:p>
        </w:tc>
        <w:tc>
          <w:tcPr>
            <w:tcW w:w="19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14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Shareholder Number: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rPr>
          <w:trHeight w:val="70"/>
        </w:trPr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197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2275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Amount:</w:t>
            </w:r>
          </w:p>
        </w:tc>
        <w:tc>
          <w:tcPr>
            <w:tcW w:w="19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2275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2545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2275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902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Approved:</w:t>
            </w:r>
          </w:p>
        </w:tc>
        <w:tc>
          <w:tcPr>
            <w:tcW w:w="10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5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2275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2545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2275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Signed:</w:t>
            </w:r>
          </w:p>
        </w:tc>
        <w:tc>
          <w:tcPr>
            <w:tcW w:w="197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2275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253" w:type="pct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 Manager / Chairperson</w:t>
            </w:r>
          </w:p>
        </w:tc>
      </w:tr>
      <w:tr w:rsidR="00C041C4" w:rsidTr="00364F8B"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  <w:tc>
          <w:tcPr>
            <w:tcW w:w="4819" w:type="pct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1C4" w:rsidRDefault="00C041C4" w:rsidP="00C041C4">
            <w:pPr>
              <w:rPr>
                <w:rFonts w:ascii="Arial" w:hAnsi="Arial" w:cs="Arial"/>
              </w:rPr>
            </w:pPr>
          </w:p>
        </w:tc>
      </w:tr>
    </w:tbl>
    <w:p w:rsidR="00D22527" w:rsidRPr="00D22527" w:rsidRDefault="00D22527" w:rsidP="003322F7">
      <w:pPr>
        <w:rPr>
          <w:rFonts w:ascii="Arial" w:hAnsi="Arial" w:cs="Arial"/>
        </w:rPr>
      </w:pPr>
    </w:p>
    <w:sectPr w:rsidR="00D22527" w:rsidRPr="00D22527" w:rsidSect="006F3F20">
      <w:footerReference w:type="even" r:id="rId10"/>
      <w:footerReference w:type="default" r:id="rId11"/>
      <w:pgSz w:w="11907" w:h="16840" w:code="538"/>
      <w:pgMar w:top="426" w:right="720" w:bottom="720" w:left="72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5AD" w:rsidRDefault="00C665AD" w:rsidP="00037D55">
      <w:pPr>
        <w:spacing w:before="0" w:after="0"/>
      </w:pPr>
      <w:r>
        <w:separator/>
      </w:r>
    </w:p>
  </w:endnote>
  <w:endnote w:type="continuationSeparator" w:id="0">
    <w:p w:rsidR="00C665AD" w:rsidRDefault="00C665AD" w:rsidP="00037D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641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4808" w:rsidRDefault="00D348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58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65AD" w:rsidRPr="00A1128D" w:rsidRDefault="00C665AD" w:rsidP="00A1128D">
    <w:pPr>
      <w:pStyle w:val="Footer"/>
      <w:tabs>
        <w:tab w:val="clear" w:pos="9360"/>
        <w:tab w:val="right" w:pos="1049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60208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4808" w:rsidRDefault="00D348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58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665AD" w:rsidRDefault="00C665AD" w:rsidP="00A1128D">
    <w:pPr>
      <w:pStyle w:val="Footer"/>
      <w:tabs>
        <w:tab w:val="clear" w:pos="9360"/>
        <w:tab w:val="right" w:pos="104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5AD" w:rsidRDefault="00C665AD" w:rsidP="00037D55">
      <w:pPr>
        <w:spacing w:before="0" w:after="0"/>
      </w:pPr>
      <w:r>
        <w:separator/>
      </w:r>
    </w:p>
  </w:footnote>
  <w:footnote w:type="continuationSeparator" w:id="0">
    <w:p w:rsidR="00C665AD" w:rsidRDefault="00C665AD" w:rsidP="00037D5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A38E7"/>
    <w:multiLevelType w:val="hybridMultilevel"/>
    <w:tmpl w:val="B8C017BA"/>
    <w:lvl w:ilvl="0" w:tplc="D230399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54C5B"/>
    <w:multiLevelType w:val="hybridMultilevel"/>
    <w:tmpl w:val="4FD89070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C81E46"/>
    <w:multiLevelType w:val="hybridMultilevel"/>
    <w:tmpl w:val="4CA2656C"/>
    <w:lvl w:ilvl="0" w:tplc="38684168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5FFB"/>
    <w:rsid w:val="00017C94"/>
    <w:rsid w:val="000309BF"/>
    <w:rsid w:val="000327B2"/>
    <w:rsid w:val="00037D55"/>
    <w:rsid w:val="00040363"/>
    <w:rsid w:val="000825C0"/>
    <w:rsid w:val="000976A3"/>
    <w:rsid w:val="000B2E83"/>
    <w:rsid w:val="000C5A46"/>
    <w:rsid w:val="00101E86"/>
    <w:rsid w:val="00102DEA"/>
    <w:rsid w:val="00114FAC"/>
    <w:rsid w:val="0012566B"/>
    <w:rsid w:val="001274B6"/>
    <w:rsid w:val="00134EC3"/>
    <w:rsid w:val="001359F1"/>
    <w:rsid w:val="0014076C"/>
    <w:rsid w:val="00147A54"/>
    <w:rsid w:val="00165064"/>
    <w:rsid w:val="00172735"/>
    <w:rsid w:val="0018552A"/>
    <w:rsid w:val="0019559D"/>
    <w:rsid w:val="001A24F2"/>
    <w:rsid w:val="001B2979"/>
    <w:rsid w:val="001B37A0"/>
    <w:rsid w:val="001D234F"/>
    <w:rsid w:val="001F47C1"/>
    <w:rsid w:val="00201D1A"/>
    <w:rsid w:val="002045C6"/>
    <w:rsid w:val="002421DC"/>
    <w:rsid w:val="00250664"/>
    <w:rsid w:val="00267811"/>
    <w:rsid w:val="00276A6F"/>
    <w:rsid w:val="002879CA"/>
    <w:rsid w:val="00293645"/>
    <w:rsid w:val="002B68A6"/>
    <w:rsid w:val="002C3DEC"/>
    <w:rsid w:val="002C6721"/>
    <w:rsid w:val="002E7531"/>
    <w:rsid w:val="003117AA"/>
    <w:rsid w:val="0032181D"/>
    <w:rsid w:val="003322F7"/>
    <w:rsid w:val="00342373"/>
    <w:rsid w:val="003509E5"/>
    <w:rsid w:val="00364F8B"/>
    <w:rsid w:val="00365061"/>
    <w:rsid w:val="00374F55"/>
    <w:rsid w:val="003829AA"/>
    <w:rsid w:val="00386B78"/>
    <w:rsid w:val="0039610B"/>
    <w:rsid w:val="003A4BF5"/>
    <w:rsid w:val="003A667D"/>
    <w:rsid w:val="003E7863"/>
    <w:rsid w:val="003F5F7E"/>
    <w:rsid w:val="00402F8F"/>
    <w:rsid w:val="00426B64"/>
    <w:rsid w:val="00455D2F"/>
    <w:rsid w:val="0047042A"/>
    <w:rsid w:val="00480D69"/>
    <w:rsid w:val="00493A26"/>
    <w:rsid w:val="004A1B2D"/>
    <w:rsid w:val="004C7C22"/>
    <w:rsid w:val="004D49B5"/>
    <w:rsid w:val="00500155"/>
    <w:rsid w:val="00516A0F"/>
    <w:rsid w:val="005408B6"/>
    <w:rsid w:val="00542BAA"/>
    <w:rsid w:val="00556FCC"/>
    <w:rsid w:val="00562A56"/>
    <w:rsid w:val="00565135"/>
    <w:rsid w:val="005662F5"/>
    <w:rsid w:val="00566F1F"/>
    <w:rsid w:val="0057757E"/>
    <w:rsid w:val="00577E82"/>
    <w:rsid w:val="00580754"/>
    <w:rsid w:val="00592652"/>
    <w:rsid w:val="005955FC"/>
    <w:rsid w:val="005978C8"/>
    <w:rsid w:val="005A3B49"/>
    <w:rsid w:val="005A6B7F"/>
    <w:rsid w:val="005B76CA"/>
    <w:rsid w:val="005C216C"/>
    <w:rsid w:val="005C2F62"/>
    <w:rsid w:val="005E3FE3"/>
    <w:rsid w:val="0060216F"/>
    <w:rsid w:val="00606711"/>
    <w:rsid w:val="00617E7A"/>
    <w:rsid w:val="0062097E"/>
    <w:rsid w:val="00634A33"/>
    <w:rsid w:val="00650F2F"/>
    <w:rsid w:val="00674A8B"/>
    <w:rsid w:val="006B253D"/>
    <w:rsid w:val="006C5CCB"/>
    <w:rsid w:val="006C633F"/>
    <w:rsid w:val="006F3F20"/>
    <w:rsid w:val="006F68BE"/>
    <w:rsid w:val="007256ED"/>
    <w:rsid w:val="00726F23"/>
    <w:rsid w:val="00734AF3"/>
    <w:rsid w:val="00747996"/>
    <w:rsid w:val="00774232"/>
    <w:rsid w:val="00780071"/>
    <w:rsid w:val="007A155A"/>
    <w:rsid w:val="007B5567"/>
    <w:rsid w:val="007B6A52"/>
    <w:rsid w:val="007C04AA"/>
    <w:rsid w:val="007E3E45"/>
    <w:rsid w:val="007F2C82"/>
    <w:rsid w:val="008036DF"/>
    <w:rsid w:val="0080619B"/>
    <w:rsid w:val="00807840"/>
    <w:rsid w:val="00822F1B"/>
    <w:rsid w:val="0083112E"/>
    <w:rsid w:val="00841DC8"/>
    <w:rsid w:val="008435FD"/>
    <w:rsid w:val="00843A55"/>
    <w:rsid w:val="00851E78"/>
    <w:rsid w:val="008538A3"/>
    <w:rsid w:val="00882D99"/>
    <w:rsid w:val="00892E4C"/>
    <w:rsid w:val="008A277D"/>
    <w:rsid w:val="008A755E"/>
    <w:rsid w:val="008B1CA9"/>
    <w:rsid w:val="008C5654"/>
    <w:rsid w:val="008C77DF"/>
    <w:rsid w:val="008D03D8"/>
    <w:rsid w:val="008D0916"/>
    <w:rsid w:val="008D5FFB"/>
    <w:rsid w:val="008F1904"/>
    <w:rsid w:val="008F2537"/>
    <w:rsid w:val="0090077C"/>
    <w:rsid w:val="009106F9"/>
    <w:rsid w:val="0092124C"/>
    <w:rsid w:val="00931EB4"/>
    <w:rsid w:val="009330CA"/>
    <w:rsid w:val="00942365"/>
    <w:rsid w:val="00952369"/>
    <w:rsid w:val="00973C2D"/>
    <w:rsid w:val="00992BA4"/>
    <w:rsid w:val="0099370D"/>
    <w:rsid w:val="00996F50"/>
    <w:rsid w:val="009B1CF4"/>
    <w:rsid w:val="009B1FDE"/>
    <w:rsid w:val="009B7ACE"/>
    <w:rsid w:val="009C2E8A"/>
    <w:rsid w:val="009C39D8"/>
    <w:rsid w:val="009D6FE9"/>
    <w:rsid w:val="009F5CB2"/>
    <w:rsid w:val="00A01E8A"/>
    <w:rsid w:val="00A1128D"/>
    <w:rsid w:val="00A1596E"/>
    <w:rsid w:val="00A359F5"/>
    <w:rsid w:val="00A815FC"/>
    <w:rsid w:val="00A81673"/>
    <w:rsid w:val="00A85A80"/>
    <w:rsid w:val="00AA6739"/>
    <w:rsid w:val="00AE0785"/>
    <w:rsid w:val="00B02C94"/>
    <w:rsid w:val="00B127A4"/>
    <w:rsid w:val="00B21638"/>
    <w:rsid w:val="00B2701E"/>
    <w:rsid w:val="00B30F48"/>
    <w:rsid w:val="00B475DD"/>
    <w:rsid w:val="00B55D68"/>
    <w:rsid w:val="00B72495"/>
    <w:rsid w:val="00B848BD"/>
    <w:rsid w:val="00B87A30"/>
    <w:rsid w:val="00BB25F0"/>
    <w:rsid w:val="00BB2F85"/>
    <w:rsid w:val="00BB42EB"/>
    <w:rsid w:val="00BB76AF"/>
    <w:rsid w:val="00BC3E07"/>
    <w:rsid w:val="00BD0958"/>
    <w:rsid w:val="00BD564C"/>
    <w:rsid w:val="00C041C4"/>
    <w:rsid w:val="00C2172B"/>
    <w:rsid w:val="00C22FD2"/>
    <w:rsid w:val="00C2424C"/>
    <w:rsid w:val="00C41450"/>
    <w:rsid w:val="00C41E80"/>
    <w:rsid w:val="00C45893"/>
    <w:rsid w:val="00C665AD"/>
    <w:rsid w:val="00C76253"/>
    <w:rsid w:val="00C77844"/>
    <w:rsid w:val="00C81079"/>
    <w:rsid w:val="00C92C54"/>
    <w:rsid w:val="00CC4A82"/>
    <w:rsid w:val="00CE64DF"/>
    <w:rsid w:val="00CF467A"/>
    <w:rsid w:val="00D17CF6"/>
    <w:rsid w:val="00D22527"/>
    <w:rsid w:val="00D32F04"/>
    <w:rsid w:val="00D34808"/>
    <w:rsid w:val="00D53925"/>
    <w:rsid w:val="00D57E96"/>
    <w:rsid w:val="00D757FD"/>
    <w:rsid w:val="00D7692A"/>
    <w:rsid w:val="00D902AF"/>
    <w:rsid w:val="00D91CE6"/>
    <w:rsid w:val="00D921F1"/>
    <w:rsid w:val="00D9708C"/>
    <w:rsid w:val="00DA4A22"/>
    <w:rsid w:val="00DB3A49"/>
    <w:rsid w:val="00DB4F41"/>
    <w:rsid w:val="00DB7B5C"/>
    <w:rsid w:val="00DC2EEE"/>
    <w:rsid w:val="00DE106F"/>
    <w:rsid w:val="00DF0122"/>
    <w:rsid w:val="00DF56C5"/>
    <w:rsid w:val="00DF7C98"/>
    <w:rsid w:val="00E0032A"/>
    <w:rsid w:val="00E00B2F"/>
    <w:rsid w:val="00E00E44"/>
    <w:rsid w:val="00E11C9E"/>
    <w:rsid w:val="00E23F1D"/>
    <w:rsid w:val="00E23F93"/>
    <w:rsid w:val="00E25F48"/>
    <w:rsid w:val="00E26CA7"/>
    <w:rsid w:val="00E342FA"/>
    <w:rsid w:val="00E4266A"/>
    <w:rsid w:val="00E665EB"/>
    <w:rsid w:val="00E77DBD"/>
    <w:rsid w:val="00E94389"/>
    <w:rsid w:val="00EA68A2"/>
    <w:rsid w:val="00EB131B"/>
    <w:rsid w:val="00EC58C4"/>
    <w:rsid w:val="00F0019C"/>
    <w:rsid w:val="00F06F66"/>
    <w:rsid w:val="00F10053"/>
    <w:rsid w:val="00F2473F"/>
    <w:rsid w:val="00F4380E"/>
    <w:rsid w:val="00F5336F"/>
    <w:rsid w:val="00F566CC"/>
    <w:rsid w:val="00F62145"/>
    <w:rsid w:val="00F66A90"/>
    <w:rsid w:val="00F85A3D"/>
    <w:rsid w:val="00F86C25"/>
    <w:rsid w:val="00F92911"/>
    <w:rsid w:val="00FA683D"/>
    <w:rsid w:val="00FB0A05"/>
    <w:rsid w:val="00FD39FD"/>
    <w:rsid w:val="00FD4AA3"/>
    <w:rsid w:val="00FD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19B"/>
    <w:pPr>
      <w:spacing w:before="60" w:after="20"/>
    </w:pPr>
    <w:rPr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37D55"/>
    <w:pPr>
      <w:tabs>
        <w:tab w:val="left" w:pos="7185"/>
      </w:tabs>
      <w:spacing w:before="200" w:after="0"/>
      <w:ind w:left="450"/>
      <w:outlineLvl w:val="0"/>
    </w:pPr>
    <w:rPr>
      <w:rFonts w:ascii="Tahoma" w:eastAsia="Times New Roman" w:hAnsi="Tahoma"/>
      <w:b/>
      <w: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C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51E78"/>
    <w:rPr>
      <w:color w:val="0000FF"/>
      <w:u w:val="single"/>
    </w:rPr>
  </w:style>
  <w:style w:type="paragraph" w:customStyle="1" w:styleId="Label">
    <w:name w:val="Label"/>
    <w:basedOn w:val="Normal"/>
    <w:qFormat/>
    <w:rsid w:val="00D32F04"/>
    <w:pPr>
      <w:spacing w:before="40"/>
    </w:pPr>
    <w:rPr>
      <w:b/>
      <w:color w:val="262626"/>
    </w:rPr>
  </w:style>
  <w:style w:type="paragraph" w:customStyle="1" w:styleId="Details">
    <w:name w:val="Details"/>
    <w:basedOn w:val="Normal"/>
    <w:qFormat/>
    <w:rsid w:val="00E25F48"/>
    <w:rPr>
      <w:color w:val="262626"/>
    </w:rPr>
  </w:style>
  <w:style w:type="paragraph" w:customStyle="1" w:styleId="BulletedList">
    <w:name w:val="Bulleted List"/>
    <w:basedOn w:val="Normal"/>
    <w:qFormat/>
    <w:rsid w:val="00D57E96"/>
    <w:pPr>
      <w:numPr>
        <w:numId w:val="1"/>
      </w:numPr>
    </w:pPr>
    <w:rPr>
      <w:color w:val="262626"/>
    </w:rPr>
  </w:style>
  <w:style w:type="paragraph" w:customStyle="1" w:styleId="NumberedList">
    <w:name w:val="Numbered List"/>
    <w:basedOn w:val="Details"/>
    <w:qFormat/>
    <w:rsid w:val="00D57E96"/>
    <w:pPr>
      <w:numPr>
        <w:numId w:val="2"/>
      </w:numPr>
    </w:pPr>
  </w:style>
  <w:style w:type="paragraph" w:customStyle="1" w:styleId="Notes">
    <w:name w:val="Notes"/>
    <w:basedOn w:val="Details"/>
    <w:qFormat/>
    <w:rsid w:val="00DC2EEE"/>
    <w:rPr>
      <w:i/>
    </w:rPr>
  </w:style>
  <w:style w:type="paragraph" w:customStyle="1" w:styleId="Secondarylabels">
    <w:name w:val="Secondary labels"/>
    <w:basedOn w:val="Label"/>
    <w:qFormat/>
    <w:rsid w:val="00C22FD2"/>
    <w:pPr>
      <w:spacing w:before="120" w:after="120"/>
    </w:pPr>
  </w:style>
  <w:style w:type="paragraph" w:styleId="Header">
    <w:name w:val="header"/>
    <w:basedOn w:val="Normal"/>
    <w:link w:val="HeaderChar"/>
    <w:uiPriority w:val="99"/>
    <w:unhideWhenUsed/>
    <w:rsid w:val="00037D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D55"/>
    <w:rPr>
      <w:szCs w:val="22"/>
    </w:rPr>
  </w:style>
  <w:style w:type="paragraph" w:styleId="Footer">
    <w:name w:val="footer"/>
    <w:basedOn w:val="Normal"/>
    <w:link w:val="FooterChar"/>
    <w:uiPriority w:val="99"/>
    <w:unhideWhenUsed/>
    <w:rsid w:val="00037D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D55"/>
    <w:rPr>
      <w:szCs w:val="22"/>
    </w:rPr>
  </w:style>
  <w:style w:type="character" w:customStyle="1" w:styleId="Heading1Char">
    <w:name w:val="Heading 1 Char"/>
    <w:basedOn w:val="DefaultParagraphFont"/>
    <w:link w:val="Heading1"/>
    <w:rsid w:val="00037D55"/>
    <w:rPr>
      <w:rFonts w:ascii="Tahoma" w:eastAsia="Times New Roman" w:hAnsi="Tahoma"/>
      <w:b/>
      <w:cap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D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D55"/>
    <w:rPr>
      <w:rFonts w:ascii="Tahoma" w:hAnsi="Tahoma" w:cs="Tahoma"/>
      <w:sz w:val="16"/>
      <w:szCs w:val="16"/>
    </w:rPr>
  </w:style>
  <w:style w:type="paragraph" w:customStyle="1" w:styleId="Companyname">
    <w:name w:val="Company name"/>
    <w:basedOn w:val="Normal"/>
    <w:qFormat/>
    <w:rsid w:val="00841DC8"/>
    <w:pPr>
      <w:spacing w:after="240"/>
      <w:jc w:val="right"/>
    </w:pPr>
    <w:rPr>
      <w:b/>
      <w:sz w:val="28"/>
    </w:rPr>
  </w:style>
  <w:style w:type="paragraph" w:styleId="ListParagraph">
    <w:name w:val="List Paragraph"/>
    <w:basedOn w:val="Normal"/>
    <w:uiPriority w:val="34"/>
    <w:qFormat/>
    <w:rsid w:val="007A155A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65AD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65AD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665A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65AD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65AD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665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0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BC\Application%20Data\Microsoft\Templates\Job%20description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5C267-F473-4B20-B1F0-5F143D88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 description form</Template>
  <TotalTime>156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Narrissa Iraia</dc:creator>
  <cp:keywords/>
  <dc:description/>
  <cp:lastModifiedBy>Amy Walter</cp:lastModifiedBy>
  <cp:revision>17</cp:revision>
  <cp:lastPrinted>2012-10-25T21:46:00Z</cp:lastPrinted>
  <dcterms:created xsi:type="dcterms:W3CDTF">2010-10-28T03:10:00Z</dcterms:created>
  <dcterms:modified xsi:type="dcterms:W3CDTF">2017-06-29T00:38:00Z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TC103571741033</vt:lpwstr>
  </property>
</Properties>
</file>